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2350D945" w:rsidR="00F1480E" w:rsidRPr="000754EC" w:rsidRDefault="00E933B0" w:rsidP="000754EC">
            <w:pPr>
              <w:pStyle w:val="SIUNITCODE"/>
            </w:pPr>
            <w:r>
              <w:t>AHC</w:t>
            </w:r>
            <w:r w:rsidR="00AB51ED">
              <w:t>BAC</w:t>
            </w:r>
            <w:r w:rsidR="0058449A">
              <w:t>30</w:t>
            </w:r>
            <w:r w:rsidR="00A813E2">
              <w:t>5</w:t>
            </w:r>
          </w:p>
        </w:tc>
        <w:tc>
          <w:tcPr>
            <w:tcW w:w="3604" w:type="pct"/>
            <w:shd w:val="clear" w:color="auto" w:fill="auto"/>
          </w:tcPr>
          <w:p w14:paraId="68240ED7" w14:textId="2C60ED5D" w:rsidR="00F1480E" w:rsidRPr="000754EC" w:rsidRDefault="00A813E2" w:rsidP="000754EC">
            <w:pPr>
              <w:pStyle w:val="SIUnittitle"/>
            </w:pPr>
            <w:r w:rsidRPr="00A813E2">
              <w:t>Undertake preparation of land for agricultural crop production</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322F7BF" w14:textId="43001C09" w:rsidR="00A813E2" w:rsidRPr="00A813E2" w:rsidRDefault="00A813E2" w:rsidP="00A813E2">
            <w:pPr>
              <w:pStyle w:val="SIText"/>
            </w:pPr>
            <w:r w:rsidRPr="00A813E2">
              <w:t xml:space="preserve">This unit of competency describes the skills and knowledge required to </w:t>
            </w:r>
            <w:r w:rsidR="002E7B29">
              <w:t xml:space="preserve">select materials and equipment from planting plans and cultivate the </w:t>
            </w:r>
            <w:r w:rsidRPr="00A813E2">
              <w:t>land</w:t>
            </w:r>
            <w:r w:rsidR="002E7B29">
              <w:t xml:space="preserve">, including fertilisers and other treatments </w:t>
            </w:r>
            <w:r w:rsidR="002E7B29" w:rsidRPr="00A813E2">
              <w:t>for agricultural crop production</w:t>
            </w:r>
            <w:r w:rsidRPr="00A813E2">
              <w:t>.</w:t>
            </w:r>
          </w:p>
          <w:p w14:paraId="7E55913F" w14:textId="77777777" w:rsidR="00A813E2" w:rsidRPr="00A813E2" w:rsidRDefault="00A813E2" w:rsidP="00A813E2">
            <w:pPr>
              <w:pStyle w:val="SIText"/>
            </w:pPr>
          </w:p>
          <w:p w14:paraId="33B20789" w14:textId="76405E35" w:rsidR="00A813E2" w:rsidRPr="00A813E2" w:rsidRDefault="00303263" w:rsidP="00A813E2">
            <w:pPr>
              <w:pStyle w:val="SIText"/>
            </w:pPr>
            <w:r>
              <w:t>The unit applies to individuals</w:t>
            </w:r>
            <w:r w:rsidR="00A813E2" w:rsidRPr="00A813E2">
              <w:t xml:space="preserve"> who work under broad direction and take responsibility for own work including limited responsibility for the work of others. They use discretion and judgement in the selection and use of available resources and complete routine activities.</w:t>
            </w:r>
          </w:p>
          <w:p w14:paraId="4FD7F11B" w14:textId="77777777" w:rsidR="00A813E2" w:rsidRPr="00A813E2" w:rsidRDefault="00A813E2" w:rsidP="00A813E2">
            <w:pPr>
              <w:pStyle w:val="SIText"/>
            </w:pPr>
          </w:p>
          <w:p w14:paraId="034C6C33" w14:textId="541F55E4" w:rsidR="00373436" w:rsidRPr="000754EC" w:rsidRDefault="00D82057" w:rsidP="00A813E2">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A23B20C"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813E2" w:rsidRPr="00963A46" w14:paraId="2F5B2555" w14:textId="77777777" w:rsidTr="00CA2922">
        <w:trPr>
          <w:cantSplit/>
        </w:trPr>
        <w:tc>
          <w:tcPr>
            <w:tcW w:w="1396" w:type="pct"/>
            <w:shd w:val="clear" w:color="auto" w:fill="auto"/>
          </w:tcPr>
          <w:p w14:paraId="06314A52" w14:textId="3033748D" w:rsidR="00A813E2" w:rsidRPr="00A813E2" w:rsidRDefault="00A813E2" w:rsidP="00A813E2">
            <w:pPr>
              <w:pStyle w:val="SIText"/>
            </w:pPr>
            <w:r w:rsidRPr="00A813E2">
              <w:t>1. Prepare for cultivation</w:t>
            </w:r>
          </w:p>
        </w:tc>
        <w:tc>
          <w:tcPr>
            <w:tcW w:w="3604" w:type="pct"/>
            <w:shd w:val="clear" w:color="auto" w:fill="auto"/>
          </w:tcPr>
          <w:p w14:paraId="410B1E9D" w14:textId="0B2DEF53" w:rsidR="00A813E2" w:rsidRPr="00A813E2" w:rsidRDefault="00A813E2" w:rsidP="00A813E2">
            <w:r w:rsidRPr="00A813E2">
              <w:t xml:space="preserve">1.1 Confirm work requirements </w:t>
            </w:r>
            <w:r w:rsidR="002A5930">
              <w:t>in</w:t>
            </w:r>
            <w:r w:rsidR="002A5930" w:rsidRPr="00A813E2">
              <w:t xml:space="preserve"> </w:t>
            </w:r>
            <w:r w:rsidRPr="00A813E2">
              <w:t>planting plan with supervisor</w:t>
            </w:r>
          </w:p>
          <w:p w14:paraId="62A23B42" w14:textId="7C42F474" w:rsidR="00A813E2" w:rsidRPr="00A813E2" w:rsidRDefault="00A813E2" w:rsidP="00A813E2">
            <w:r w:rsidRPr="00A813E2">
              <w:t xml:space="preserve">1.2 Confirm the identified method and order of </w:t>
            </w:r>
            <w:r w:rsidR="002A5930">
              <w:t>work</w:t>
            </w:r>
            <w:r w:rsidR="002A5930" w:rsidRPr="00A813E2">
              <w:t xml:space="preserve"> </w:t>
            </w:r>
            <w:r w:rsidRPr="00A813E2">
              <w:t>from the planting plan with supervisor</w:t>
            </w:r>
          </w:p>
          <w:p w14:paraId="04C84519" w14:textId="073A9EBD" w:rsidR="00A813E2" w:rsidRPr="00A813E2" w:rsidRDefault="00A813E2" w:rsidP="00A813E2">
            <w:r w:rsidRPr="00A813E2">
              <w:t>1.3 Identify work health and safety hazards</w:t>
            </w:r>
            <w:r w:rsidR="002A5930">
              <w:t>, assess risk and implement controls according to workplace health and safety procedures</w:t>
            </w:r>
          </w:p>
          <w:p w14:paraId="1696B99B" w14:textId="6EE87354" w:rsidR="00A813E2" w:rsidRPr="00A813E2" w:rsidRDefault="00A813E2" w:rsidP="006B7FA7">
            <w:r w:rsidRPr="00A813E2">
              <w:t xml:space="preserve">1.4 Select, </w:t>
            </w:r>
            <w:r w:rsidR="002A5930">
              <w:t xml:space="preserve">check, </w:t>
            </w:r>
            <w:r w:rsidRPr="00A813E2">
              <w:t>use and maintain personal protective equipment</w:t>
            </w:r>
          </w:p>
        </w:tc>
      </w:tr>
      <w:tr w:rsidR="00A813E2" w:rsidRPr="00963A46" w14:paraId="6D79A7FA" w14:textId="77777777" w:rsidTr="00CA2922">
        <w:trPr>
          <w:cantSplit/>
        </w:trPr>
        <w:tc>
          <w:tcPr>
            <w:tcW w:w="1396" w:type="pct"/>
            <w:shd w:val="clear" w:color="auto" w:fill="auto"/>
          </w:tcPr>
          <w:p w14:paraId="56B4064B" w14:textId="0AAC19CE" w:rsidR="00A813E2" w:rsidRPr="00A813E2" w:rsidRDefault="00A813E2" w:rsidP="00A813E2">
            <w:pPr>
              <w:pStyle w:val="SIText"/>
            </w:pPr>
            <w:r w:rsidRPr="00A813E2">
              <w:t>2. Prepare the cultivating equipment</w:t>
            </w:r>
          </w:p>
        </w:tc>
        <w:tc>
          <w:tcPr>
            <w:tcW w:w="3604" w:type="pct"/>
            <w:shd w:val="clear" w:color="auto" w:fill="auto"/>
          </w:tcPr>
          <w:p w14:paraId="39F1E561" w14:textId="6654437A" w:rsidR="00A813E2" w:rsidRPr="00A813E2" w:rsidRDefault="00A813E2" w:rsidP="00A813E2">
            <w:r w:rsidRPr="00A813E2">
              <w:t xml:space="preserve">2.1 </w:t>
            </w:r>
            <w:r w:rsidR="002A5930">
              <w:t xml:space="preserve">Select vehicles, </w:t>
            </w:r>
            <w:r w:rsidRPr="00A813E2">
              <w:t xml:space="preserve">equipment </w:t>
            </w:r>
            <w:r w:rsidR="002A5930">
              <w:t xml:space="preserve">and machinery </w:t>
            </w:r>
            <w:r w:rsidRPr="00A813E2">
              <w:t xml:space="preserve">required for site cultivation </w:t>
            </w:r>
            <w:r w:rsidR="002A5930">
              <w:t>according to planting plan</w:t>
            </w:r>
          </w:p>
          <w:p w14:paraId="6420FDF2" w14:textId="691CF140" w:rsidR="002A5930" w:rsidRDefault="00A813E2" w:rsidP="00A813E2">
            <w:r w:rsidRPr="00A813E2">
              <w:t xml:space="preserve">2.2 </w:t>
            </w:r>
            <w:r w:rsidR="002A5930">
              <w:t xml:space="preserve">Inspect </w:t>
            </w:r>
            <w:r w:rsidRPr="00A813E2">
              <w:t>vehicles</w:t>
            </w:r>
            <w:r w:rsidR="002A5930">
              <w:t xml:space="preserve">, </w:t>
            </w:r>
            <w:r w:rsidRPr="00A813E2">
              <w:t xml:space="preserve">equipment </w:t>
            </w:r>
            <w:r w:rsidR="002A5930">
              <w:t>and machinery for operational use and report faults to supervisor for repair</w:t>
            </w:r>
          </w:p>
          <w:p w14:paraId="5BCDCDC5" w14:textId="3EE558C9" w:rsidR="006B7FA7" w:rsidRPr="006B7FA7" w:rsidRDefault="006B7FA7" w:rsidP="006B7FA7">
            <w:r>
              <w:t xml:space="preserve">2.3 </w:t>
            </w:r>
            <w:r w:rsidRPr="006B7FA7">
              <w:t xml:space="preserve">Clean vehicles, equipment and machinery according to workplace biosecurity and hygiene procedures </w:t>
            </w:r>
          </w:p>
          <w:p w14:paraId="378B2D49" w14:textId="16600A61" w:rsidR="002A5930" w:rsidRDefault="002A5930" w:rsidP="00A813E2">
            <w:r>
              <w:t>2.</w:t>
            </w:r>
            <w:r w:rsidR="006B7FA7">
              <w:t>4</w:t>
            </w:r>
            <w:r>
              <w:t xml:space="preserve"> Adjust </w:t>
            </w:r>
            <w:r w:rsidR="006B7FA7">
              <w:t xml:space="preserve">performance </w:t>
            </w:r>
            <w:r>
              <w:t xml:space="preserve">settings on equipment and machinery according </w:t>
            </w:r>
            <w:r w:rsidR="006B7FA7">
              <w:t xml:space="preserve">operator instructions and </w:t>
            </w:r>
            <w:r>
              <w:t>planting plan</w:t>
            </w:r>
            <w:r w:rsidR="006B7FA7">
              <w:t xml:space="preserve"> specifications</w:t>
            </w:r>
          </w:p>
          <w:p w14:paraId="6BB72E57" w14:textId="4B768373" w:rsidR="00A813E2" w:rsidRPr="00A813E2" w:rsidRDefault="00A813E2" w:rsidP="006B7FA7">
            <w:pPr>
              <w:pStyle w:val="SIText"/>
            </w:pPr>
            <w:r w:rsidRPr="00A813E2">
              <w:t>2.</w:t>
            </w:r>
            <w:r w:rsidR="006B7FA7">
              <w:t>5</w:t>
            </w:r>
            <w:r w:rsidRPr="00A813E2">
              <w:t xml:space="preserve"> Record maintenance and servicing </w:t>
            </w:r>
            <w:r w:rsidR="006B7FA7">
              <w:t>activity according to workplace record keeping procedures</w:t>
            </w:r>
          </w:p>
        </w:tc>
      </w:tr>
      <w:tr w:rsidR="00A813E2" w:rsidRPr="00963A46" w14:paraId="16CD00DC" w14:textId="77777777" w:rsidTr="00CA2922">
        <w:trPr>
          <w:cantSplit/>
        </w:trPr>
        <w:tc>
          <w:tcPr>
            <w:tcW w:w="1396" w:type="pct"/>
            <w:shd w:val="clear" w:color="auto" w:fill="auto"/>
          </w:tcPr>
          <w:p w14:paraId="6F2E2312" w14:textId="71550875" w:rsidR="00A813E2" w:rsidRPr="00A813E2" w:rsidRDefault="00A813E2" w:rsidP="00A813E2">
            <w:pPr>
              <w:pStyle w:val="SIText"/>
            </w:pPr>
            <w:r w:rsidRPr="00A813E2">
              <w:t>3. Cultivate soil</w:t>
            </w:r>
          </w:p>
        </w:tc>
        <w:tc>
          <w:tcPr>
            <w:tcW w:w="3604" w:type="pct"/>
            <w:shd w:val="clear" w:color="auto" w:fill="auto"/>
          </w:tcPr>
          <w:p w14:paraId="6C6884F5" w14:textId="6DB2CCB8" w:rsidR="009C47AF" w:rsidRDefault="009C47AF" w:rsidP="00A813E2">
            <w:r w:rsidRPr="00A813E2">
              <w:t>3.</w:t>
            </w:r>
            <w:r>
              <w:t>1</w:t>
            </w:r>
            <w:r w:rsidRPr="00A813E2">
              <w:t xml:space="preserve"> </w:t>
            </w:r>
            <w:r>
              <w:t>Verify</w:t>
            </w:r>
            <w:r w:rsidRPr="00A813E2">
              <w:t xml:space="preserve"> timelines, resource</w:t>
            </w:r>
            <w:r>
              <w:t>s</w:t>
            </w:r>
            <w:r w:rsidRPr="00A813E2">
              <w:t xml:space="preserve"> and quality </w:t>
            </w:r>
            <w:r>
              <w:t xml:space="preserve">standards specified in the </w:t>
            </w:r>
            <w:r w:rsidRPr="00A813E2">
              <w:t>planting plan</w:t>
            </w:r>
            <w:r w:rsidRPr="009C47AF" w:rsidDel="006B7FA7">
              <w:t xml:space="preserve"> </w:t>
            </w:r>
          </w:p>
          <w:p w14:paraId="41A882A7" w14:textId="118CBD0A" w:rsidR="00A813E2" w:rsidRPr="00A813E2" w:rsidRDefault="00A813E2" w:rsidP="00A813E2">
            <w:r w:rsidRPr="00A813E2">
              <w:t>3.</w:t>
            </w:r>
            <w:r w:rsidR="009C47AF">
              <w:t>2</w:t>
            </w:r>
            <w:r w:rsidRPr="00A813E2">
              <w:t xml:space="preserve"> </w:t>
            </w:r>
            <w:r w:rsidR="006B7FA7">
              <w:t>Clear site of</w:t>
            </w:r>
            <w:r w:rsidRPr="00A813E2">
              <w:t xml:space="preserve"> debris and </w:t>
            </w:r>
            <w:r w:rsidR="006B7FA7">
              <w:t>manage according to planting plan, biosecurity and environmental procedures</w:t>
            </w:r>
          </w:p>
          <w:p w14:paraId="69F9C34E" w14:textId="7EBDB3EC" w:rsidR="00A813E2" w:rsidRPr="00A813E2" w:rsidRDefault="00A813E2" w:rsidP="00A813E2">
            <w:r w:rsidRPr="00A813E2">
              <w:t>3.</w:t>
            </w:r>
            <w:r w:rsidR="009C47AF">
              <w:t>3</w:t>
            </w:r>
            <w:r w:rsidRPr="00A813E2">
              <w:t xml:space="preserve"> Operate vehicles</w:t>
            </w:r>
            <w:r w:rsidR="006B7FA7">
              <w:t xml:space="preserve">, </w:t>
            </w:r>
            <w:r w:rsidRPr="00A813E2">
              <w:t xml:space="preserve">equipment </w:t>
            </w:r>
            <w:r w:rsidR="009C47AF">
              <w:t xml:space="preserve">safely </w:t>
            </w:r>
            <w:r w:rsidR="006B7FA7">
              <w:t xml:space="preserve">according to </w:t>
            </w:r>
            <w:r w:rsidR="009C47AF">
              <w:t>operator instructions and planting plan specifications</w:t>
            </w:r>
          </w:p>
          <w:p w14:paraId="2DC667D8" w14:textId="407B76ED" w:rsidR="00A813E2" w:rsidRPr="00A813E2" w:rsidRDefault="00A813E2" w:rsidP="00A813E2">
            <w:r w:rsidRPr="00A813E2">
              <w:t>3.</w:t>
            </w:r>
            <w:r w:rsidR="009C47AF">
              <w:t>4</w:t>
            </w:r>
            <w:r w:rsidRPr="00A813E2">
              <w:t xml:space="preserve"> </w:t>
            </w:r>
            <w:r w:rsidR="009C47AF">
              <w:t xml:space="preserve">Cultivate soil </w:t>
            </w:r>
            <w:r w:rsidR="00C326B7">
              <w:t xml:space="preserve">using time and resources </w:t>
            </w:r>
            <w:r w:rsidRPr="00A813E2">
              <w:t>efficient</w:t>
            </w:r>
            <w:r w:rsidR="009C47AF">
              <w:t xml:space="preserve">ly </w:t>
            </w:r>
          </w:p>
          <w:p w14:paraId="7C104250" w14:textId="2016E35C" w:rsidR="00A813E2" w:rsidRPr="00A813E2" w:rsidRDefault="00A813E2" w:rsidP="00443DAE">
            <w:r w:rsidRPr="00A813E2">
              <w:t>3.</w:t>
            </w:r>
            <w:r w:rsidR="009C47AF">
              <w:t>5</w:t>
            </w:r>
            <w:r w:rsidRPr="00A813E2">
              <w:t xml:space="preserve"> </w:t>
            </w:r>
            <w:r w:rsidR="009C47AF">
              <w:t xml:space="preserve">Monitor </w:t>
            </w:r>
            <w:r w:rsidRPr="00A813E2">
              <w:t xml:space="preserve">vehicle and equipment </w:t>
            </w:r>
            <w:r w:rsidR="009C47AF">
              <w:t xml:space="preserve">performance and make adjustments for </w:t>
            </w:r>
            <w:hyperlink r:id="rId11" w:history="1">
              <w:r w:rsidR="00C326B7" w:rsidRPr="00C326B7">
                <w:t>discrepanc</w:t>
              </w:r>
            </w:hyperlink>
            <w:r w:rsidR="00C326B7">
              <w:t>ies</w:t>
            </w:r>
          </w:p>
        </w:tc>
      </w:tr>
      <w:tr w:rsidR="00A813E2" w:rsidRPr="00963A46" w14:paraId="188E8AB4" w14:textId="77777777" w:rsidTr="00CA2922">
        <w:trPr>
          <w:cantSplit/>
        </w:trPr>
        <w:tc>
          <w:tcPr>
            <w:tcW w:w="1396" w:type="pct"/>
            <w:shd w:val="clear" w:color="auto" w:fill="auto"/>
          </w:tcPr>
          <w:p w14:paraId="742AD9DE" w14:textId="10972B87" w:rsidR="00A813E2" w:rsidRPr="00A813E2" w:rsidRDefault="00A813E2" w:rsidP="00A813E2">
            <w:pPr>
              <w:pStyle w:val="SIText"/>
            </w:pPr>
            <w:r w:rsidRPr="00A813E2">
              <w:t>4. Prepare site for planting</w:t>
            </w:r>
          </w:p>
        </w:tc>
        <w:tc>
          <w:tcPr>
            <w:tcW w:w="3604" w:type="pct"/>
            <w:shd w:val="clear" w:color="auto" w:fill="auto"/>
          </w:tcPr>
          <w:p w14:paraId="126D9F5B" w14:textId="1E22FFF2" w:rsidR="00A813E2" w:rsidRPr="00A813E2" w:rsidRDefault="00A813E2" w:rsidP="00A813E2">
            <w:r w:rsidRPr="00A813E2">
              <w:t xml:space="preserve">4.1 </w:t>
            </w:r>
            <w:r w:rsidR="006A1E43">
              <w:t>L</w:t>
            </w:r>
            <w:r w:rsidRPr="00A813E2">
              <w:t xml:space="preserve">ayout </w:t>
            </w:r>
            <w:r w:rsidR="006A1E43">
              <w:t xml:space="preserve">site for crop </w:t>
            </w:r>
            <w:r w:rsidRPr="00A813E2">
              <w:t>and soil profile to planting plan</w:t>
            </w:r>
            <w:r w:rsidR="00C326B7">
              <w:t xml:space="preserve"> specifications</w:t>
            </w:r>
          </w:p>
          <w:p w14:paraId="12871A36" w14:textId="0371C74E" w:rsidR="00A813E2" w:rsidRPr="00A813E2" w:rsidRDefault="00A813E2" w:rsidP="00A813E2">
            <w:r w:rsidRPr="00A813E2">
              <w:t xml:space="preserve">4.2 </w:t>
            </w:r>
            <w:r w:rsidR="00C326B7">
              <w:t xml:space="preserve">Implement </w:t>
            </w:r>
            <w:r w:rsidR="00C326B7" w:rsidRPr="00C326B7">
              <w:t xml:space="preserve">weed and pest control measures </w:t>
            </w:r>
            <w:r w:rsidRPr="00A813E2">
              <w:t xml:space="preserve">identified </w:t>
            </w:r>
            <w:r w:rsidR="00C326B7">
              <w:t>in the planting plan</w:t>
            </w:r>
          </w:p>
          <w:p w14:paraId="64054D47" w14:textId="3BEF3648" w:rsidR="00A813E2" w:rsidRPr="00A813E2" w:rsidRDefault="00A813E2" w:rsidP="00A813E2">
            <w:r w:rsidRPr="00A813E2">
              <w:t xml:space="preserve">4.3 Apply fertilisers, ameliorants, or pre-planting treatments </w:t>
            </w:r>
            <w:r w:rsidR="006A1E43">
              <w:t>according to planting plan</w:t>
            </w:r>
          </w:p>
          <w:p w14:paraId="2AF51E0C" w14:textId="5724B0C6" w:rsidR="00A813E2" w:rsidRPr="00A813E2" w:rsidRDefault="00A813E2">
            <w:r w:rsidRPr="00A813E2">
              <w:t xml:space="preserve">4.4 </w:t>
            </w:r>
            <w:r w:rsidR="006A1E43">
              <w:t>Identify</w:t>
            </w:r>
            <w:r w:rsidR="006A1E43" w:rsidRPr="00A813E2">
              <w:t xml:space="preserve"> </w:t>
            </w:r>
            <w:r w:rsidR="006A1E43">
              <w:t xml:space="preserve">potential </w:t>
            </w:r>
            <w:r w:rsidRPr="00A813E2">
              <w:t>implications of site preparation</w:t>
            </w:r>
            <w:r w:rsidR="008500DF">
              <w:t>s</w:t>
            </w:r>
            <w:r w:rsidRPr="00A813E2">
              <w:t xml:space="preserve"> </w:t>
            </w:r>
            <w:r w:rsidR="006A1E43">
              <w:t xml:space="preserve">on </w:t>
            </w:r>
            <w:r w:rsidR="006A1E43" w:rsidRPr="006A1E43">
              <w:t xml:space="preserve">environment </w:t>
            </w:r>
            <w:r w:rsidRPr="00A813E2">
              <w:t>and take action</w:t>
            </w:r>
            <w:r w:rsidR="006A1E43">
              <w:t xml:space="preserve"> according supervisor instructions and workplace environmental procedures</w:t>
            </w:r>
          </w:p>
        </w:tc>
      </w:tr>
      <w:tr w:rsidR="00A813E2" w:rsidRPr="00963A46" w14:paraId="02E78BE9" w14:textId="77777777" w:rsidTr="00CA2922">
        <w:trPr>
          <w:cantSplit/>
        </w:trPr>
        <w:tc>
          <w:tcPr>
            <w:tcW w:w="1396" w:type="pct"/>
            <w:shd w:val="clear" w:color="auto" w:fill="auto"/>
          </w:tcPr>
          <w:p w14:paraId="5E659F81" w14:textId="545D951A" w:rsidR="00A813E2" w:rsidRPr="00A813E2" w:rsidRDefault="00A813E2" w:rsidP="00A813E2">
            <w:pPr>
              <w:pStyle w:val="SIText"/>
            </w:pPr>
            <w:r w:rsidRPr="00A813E2">
              <w:lastRenderedPageBreak/>
              <w:t>5 Complete land preparation operations</w:t>
            </w:r>
          </w:p>
        </w:tc>
        <w:tc>
          <w:tcPr>
            <w:tcW w:w="3604" w:type="pct"/>
            <w:shd w:val="clear" w:color="auto" w:fill="auto"/>
          </w:tcPr>
          <w:p w14:paraId="252DD8DE" w14:textId="1D8E5BEB" w:rsidR="00A813E2" w:rsidRPr="00A813E2" w:rsidRDefault="00A813E2" w:rsidP="00A813E2">
            <w:r w:rsidRPr="00A813E2">
              <w:t>5.1 Clean and store vehicles</w:t>
            </w:r>
            <w:r w:rsidR="008500DF">
              <w:t xml:space="preserve">, </w:t>
            </w:r>
            <w:r w:rsidRPr="00A813E2">
              <w:t xml:space="preserve">equipment </w:t>
            </w:r>
            <w:r w:rsidR="008500DF">
              <w:t xml:space="preserve">and machinery </w:t>
            </w:r>
            <w:r w:rsidR="008500DF" w:rsidRPr="008500DF">
              <w:t xml:space="preserve">according to workplace biosecurity and hygiene procedures </w:t>
            </w:r>
          </w:p>
          <w:p w14:paraId="6AE58EFE" w14:textId="0C5C6434" w:rsidR="00A813E2" w:rsidRPr="00A813E2" w:rsidRDefault="00A813E2" w:rsidP="00A813E2">
            <w:r w:rsidRPr="00A813E2">
              <w:t xml:space="preserve">5.2 Dispose of waste according to </w:t>
            </w:r>
            <w:r w:rsidR="008500DF">
              <w:t>workplace environ</w:t>
            </w:r>
            <w:r w:rsidR="00C44D83">
              <w:t>mental</w:t>
            </w:r>
            <w:r w:rsidR="008500DF" w:rsidRPr="00A813E2">
              <w:t xml:space="preserve"> </w:t>
            </w:r>
            <w:r w:rsidRPr="00A813E2">
              <w:t>p</w:t>
            </w:r>
            <w:r w:rsidR="00C44D83">
              <w:t>rocedures</w:t>
            </w:r>
          </w:p>
          <w:p w14:paraId="7BA4F8BE" w14:textId="08657C24" w:rsidR="00A813E2" w:rsidRPr="00A813E2" w:rsidRDefault="00A813E2" w:rsidP="00443DAE">
            <w:r w:rsidRPr="00A813E2">
              <w:t xml:space="preserve">5.3 </w:t>
            </w:r>
            <w:r w:rsidR="00C44D83">
              <w:t xml:space="preserve">Maintain </w:t>
            </w:r>
            <w:r w:rsidRPr="00A813E2">
              <w:t xml:space="preserve">records and documentation </w:t>
            </w:r>
            <w:r w:rsidR="00C44D83">
              <w:t>according to workplace procedures</w:t>
            </w:r>
          </w:p>
        </w:tc>
      </w:tr>
    </w:tbl>
    <w:p w14:paraId="51A6ACE5" w14:textId="77777777" w:rsidR="005F771F" w:rsidRDefault="005F771F" w:rsidP="005F771F">
      <w:pPr>
        <w:pStyle w:val="SIText"/>
      </w:pPr>
    </w:p>
    <w:p w14:paraId="7AD5B3C5" w14:textId="77777777" w:rsidR="00F1480E" w:rsidRPr="00DD0726" w:rsidRDefault="00F1480E" w:rsidP="00443DA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B471C40"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A7D2A" w:rsidRPr="00443DAE" w:rsidDel="00423CB2" w14:paraId="1CF24FD6" w14:textId="77777777" w:rsidTr="00CA2922">
        <w:tc>
          <w:tcPr>
            <w:tcW w:w="1396" w:type="pct"/>
          </w:tcPr>
          <w:p w14:paraId="6D88B952" w14:textId="3F36EF22" w:rsidR="002A7D2A" w:rsidRPr="00443DAE" w:rsidRDefault="002A7D2A" w:rsidP="002E7B29">
            <w:pPr>
              <w:pStyle w:val="SIText"/>
            </w:pPr>
            <w:r w:rsidRPr="002E7B29">
              <w:t>Reading</w:t>
            </w:r>
          </w:p>
        </w:tc>
        <w:tc>
          <w:tcPr>
            <w:tcW w:w="3604" w:type="pct"/>
          </w:tcPr>
          <w:p w14:paraId="1B7CC730" w14:textId="052C164D" w:rsidR="002A7D2A" w:rsidRPr="00443DAE" w:rsidRDefault="002E7B29" w:rsidP="00443DAE">
            <w:pPr>
              <w:pStyle w:val="SIBulletList1"/>
            </w:pPr>
            <w:r>
              <w:t>I</w:t>
            </w:r>
            <w:r w:rsidRPr="002E7B29">
              <w:t>nterpret manufacturer specifications, work and maintenance plans, Safety Data Sheets (SDS)</w:t>
            </w:r>
            <w:r w:rsidRPr="00443DAE" w:rsidDel="00AC3D3E">
              <w:rPr>
                <w:rFonts w:eastAsia="Calibri"/>
              </w:rPr>
              <w:t xml:space="preserve"> </w:t>
            </w:r>
            <w:r w:rsidRPr="00443DAE">
              <w:rPr>
                <w:rFonts w:eastAsia="Calibri"/>
              </w:rPr>
              <w:t>and crop standards</w:t>
            </w:r>
          </w:p>
        </w:tc>
      </w:tr>
      <w:tr w:rsidR="002A7D2A" w:rsidRPr="00443DAE" w:rsidDel="00423CB2" w14:paraId="1D3AF5EE" w14:textId="77777777" w:rsidTr="00CA2922">
        <w:tc>
          <w:tcPr>
            <w:tcW w:w="1396" w:type="pct"/>
          </w:tcPr>
          <w:p w14:paraId="16ED7E97" w14:textId="3980C019" w:rsidR="002A7D2A" w:rsidRPr="00443DAE" w:rsidRDefault="002A7D2A" w:rsidP="002E7B29">
            <w:pPr>
              <w:pStyle w:val="SIText"/>
            </w:pPr>
            <w:r w:rsidRPr="002E7B29">
              <w:t>Writing</w:t>
            </w:r>
          </w:p>
        </w:tc>
        <w:tc>
          <w:tcPr>
            <w:tcW w:w="3604" w:type="pct"/>
          </w:tcPr>
          <w:p w14:paraId="0F32718D" w14:textId="1A4AB60E" w:rsidR="002A7D2A" w:rsidRPr="00443DAE" w:rsidRDefault="002E7B29" w:rsidP="00443DAE">
            <w:pPr>
              <w:pStyle w:val="SIBulletList1"/>
              <w:rPr>
                <w:rFonts w:eastAsia="Calibri"/>
              </w:rPr>
            </w:pPr>
            <w:r>
              <w:rPr>
                <w:rFonts w:eastAsia="Calibri"/>
              </w:rPr>
              <w:t xml:space="preserve">Complete records and documents relevant to crop production and site preparation </w:t>
            </w:r>
          </w:p>
        </w:tc>
      </w:tr>
      <w:tr w:rsidR="002A7D2A" w:rsidRPr="00443DAE" w:rsidDel="00423CB2" w14:paraId="75CC1D28" w14:textId="77777777" w:rsidTr="00CA2922">
        <w:tc>
          <w:tcPr>
            <w:tcW w:w="1396" w:type="pct"/>
          </w:tcPr>
          <w:p w14:paraId="4861FD61" w14:textId="02C0E27B" w:rsidR="002A7D2A" w:rsidRPr="00443DAE" w:rsidRDefault="004D77A4" w:rsidP="002E7B29">
            <w:pPr>
              <w:pStyle w:val="SIText"/>
            </w:pPr>
            <w:r w:rsidRPr="002E7B29">
              <w:t>Numeracy</w:t>
            </w:r>
          </w:p>
        </w:tc>
        <w:tc>
          <w:tcPr>
            <w:tcW w:w="3604" w:type="pct"/>
          </w:tcPr>
          <w:p w14:paraId="72425537" w14:textId="51F88A9A" w:rsidR="002A7D2A" w:rsidRPr="00443DAE" w:rsidRDefault="002E7B29" w:rsidP="00443DAE">
            <w:pPr>
              <w:pStyle w:val="SIBulletList1"/>
              <w:rPr>
                <w:rFonts w:eastAsia="Calibri"/>
              </w:rPr>
            </w:pPr>
            <w:r>
              <w:rPr>
                <w:rFonts w:eastAsia="Calibri"/>
              </w:rPr>
              <w:t>Calculate areas, volumes and ratios relevant to the preparation of site and for incorporation of fertilisers, ameliorants and treatments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443DAE" w14:paraId="7EFB7203" w14:textId="77777777" w:rsidTr="00F33FF2">
        <w:tc>
          <w:tcPr>
            <w:tcW w:w="1028" w:type="pct"/>
          </w:tcPr>
          <w:p w14:paraId="0549C6DB" w14:textId="77777777" w:rsidR="00DA54B5" w:rsidRPr="00443DAE" w:rsidRDefault="002A7D2A" w:rsidP="00443DAE">
            <w:pPr>
              <w:pStyle w:val="SIText"/>
            </w:pPr>
            <w:r w:rsidRPr="00443DAE">
              <w:t>AHCBAC305 Undertake preparation of land for agricultural crop production</w:t>
            </w:r>
          </w:p>
          <w:p w14:paraId="6B803FA7" w14:textId="1713738D" w:rsidR="002A7D2A" w:rsidRPr="00443DAE" w:rsidRDefault="002A7D2A" w:rsidP="00443DAE">
            <w:pPr>
              <w:pStyle w:val="SIText"/>
            </w:pPr>
            <w:r w:rsidRPr="00443DAE">
              <w:t>Release 2</w:t>
            </w:r>
          </w:p>
        </w:tc>
        <w:tc>
          <w:tcPr>
            <w:tcW w:w="1105" w:type="pct"/>
          </w:tcPr>
          <w:p w14:paraId="6044B852" w14:textId="77777777" w:rsidR="00DA54B5" w:rsidRPr="00443DAE" w:rsidRDefault="002A7D2A" w:rsidP="00443DAE">
            <w:pPr>
              <w:pStyle w:val="SIText"/>
            </w:pPr>
            <w:r w:rsidRPr="00443DAE">
              <w:t>AHCBAC305 Undertake preparation of land for agricultural crop production</w:t>
            </w:r>
          </w:p>
          <w:p w14:paraId="3216D365" w14:textId="4944F5A6" w:rsidR="002A7D2A" w:rsidRPr="00443DAE" w:rsidRDefault="002A7D2A" w:rsidP="00443DAE">
            <w:pPr>
              <w:pStyle w:val="SIText"/>
            </w:pPr>
            <w:r w:rsidRPr="00443DAE">
              <w:t>Release 1</w:t>
            </w:r>
          </w:p>
        </w:tc>
        <w:tc>
          <w:tcPr>
            <w:tcW w:w="1251" w:type="pct"/>
          </w:tcPr>
          <w:p w14:paraId="219910FA" w14:textId="77777777" w:rsidR="00443DAE" w:rsidRPr="00443DAE" w:rsidRDefault="00443DAE" w:rsidP="00443DAE">
            <w:pPr>
              <w:pStyle w:val="SIText"/>
            </w:pPr>
            <w:r w:rsidRPr="00443DAE">
              <w:t>Changes to Application.</w:t>
            </w:r>
          </w:p>
          <w:p w14:paraId="082D150D" w14:textId="3E8B37EB" w:rsidR="00443DAE" w:rsidRPr="00443DAE" w:rsidRDefault="00443DAE" w:rsidP="00443DAE">
            <w:pPr>
              <w:pStyle w:val="SIText"/>
            </w:pPr>
            <w:r w:rsidRPr="00443DAE">
              <w:t>Consolidated and re sequenced Performance Criteria.</w:t>
            </w:r>
          </w:p>
          <w:p w14:paraId="30B8888F" w14:textId="448D391D" w:rsidR="00DA54B5" w:rsidRPr="00443DAE" w:rsidRDefault="00443DAE" w:rsidP="00443DAE">
            <w:pPr>
              <w:pStyle w:val="SIText"/>
              <w:rPr>
                <w:rStyle w:val="SITemporaryText-blue"/>
                <w:color w:val="auto"/>
                <w:sz w:val="20"/>
              </w:rPr>
            </w:pPr>
            <w:r w:rsidRPr="00443DAE">
              <w:t>Added Foundation Skills. Updated Performance Evidence, Knowledge Evidence and Assessment Conditions</w:t>
            </w:r>
          </w:p>
        </w:tc>
        <w:tc>
          <w:tcPr>
            <w:tcW w:w="1616" w:type="pct"/>
          </w:tcPr>
          <w:p w14:paraId="325B98A3" w14:textId="18A9577A" w:rsidR="00DA54B5" w:rsidRPr="00443DAE" w:rsidRDefault="00443DAE" w:rsidP="00443DAE">
            <w:pPr>
              <w:pStyle w:val="SIText"/>
              <w:rPr>
                <w:rStyle w:val="SITemporaryText-blue"/>
                <w:color w:val="auto"/>
                <w:sz w:val="20"/>
              </w:rPr>
            </w:pPr>
            <w:r w:rsidRPr="00443DAE">
              <w:rPr>
                <w:rStyle w:val="SITemporaryText-blue"/>
                <w:color w:val="auto"/>
                <w:sz w:val="20"/>
              </w:rPr>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2"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5D6D8E87" w:rsidR="00556C4C" w:rsidRPr="000754EC" w:rsidRDefault="00556C4C" w:rsidP="000754EC">
            <w:pPr>
              <w:pStyle w:val="SIUnittitle"/>
            </w:pPr>
            <w:r w:rsidRPr="00F56827">
              <w:t xml:space="preserve">Assessment requirements for </w:t>
            </w:r>
            <w:r w:rsidR="00A813E2" w:rsidRPr="00A813E2">
              <w:t>AHCBAC305 Undertake preparation of land for agricultural crop production</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668D3F" w14:textId="16C13722" w:rsidR="00A813E2" w:rsidRPr="00443DAE" w:rsidRDefault="00DA54B5" w:rsidP="00443DAE">
            <w:pPr>
              <w:pStyle w:val="SIText"/>
            </w:pPr>
            <w:r w:rsidRPr="00443DAE">
              <w:t xml:space="preserve">An individual demonstrating competency must satisfy all of the elements and performance criteria in this unit. </w:t>
            </w:r>
          </w:p>
          <w:p w14:paraId="35459470" w14:textId="0894659A" w:rsidR="00A813E2" w:rsidRPr="00443DAE" w:rsidRDefault="001C4FEF" w:rsidP="00443DAE">
            <w:pPr>
              <w:pStyle w:val="SIText"/>
            </w:pPr>
            <w:r w:rsidRPr="00443DAE">
              <w:t xml:space="preserve">There must be evidence that the individual has </w:t>
            </w:r>
            <w:r w:rsidR="00C44D83" w:rsidRPr="00443DAE">
              <w:t xml:space="preserve">prepared land </w:t>
            </w:r>
            <w:commentRangeStart w:id="0"/>
            <w:r w:rsidR="00C44D83" w:rsidRPr="00443DAE">
              <w:t xml:space="preserve">for </w:t>
            </w:r>
            <w:r w:rsidR="00C44D83" w:rsidRPr="00032B82">
              <w:rPr>
                <w:rStyle w:val="SITemporaryText-red"/>
              </w:rPr>
              <w:t>at least two different agricultural crops</w:t>
            </w:r>
            <w:r w:rsidR="00C44D83" w:rsidRPr="00443DAE">
              <w:t xml:space="preserve"> </w:t>
            </w:r>
            <w:commentRangeEnd w:id="0"/>
            <w:r w:rsidR="00443DAE">
              <w:rPr>
                <w:lang w:eastAsia="en-AU"/>
              </w:rPr>
              <w:commentReference w:id="0"/>
            </w:r>
            <w:r w:rsidR="00C44D83" w:rsidRPr="00443DAE">
              <w:t>and has:</w:t>
            </w:r>
          </w:p>
          <w:p w14:paraId="74CB4945" w14:textId="6D3A0FCC" w:rsidR="00A813E2" w:rsidRPr="00443DAE" w:rsidRDefault="00C44D83" w:rsidP="00443DAE">
            <w:pPr>
              <w:pStyle w:val="SIBulletList1"/>
            </w:pPr>
            <w:r>
              <w:t>i</w:t>
            </w:r>
            <w:r w:rsidR="00A813E2" w:rsidRPr="00443DAE">
              <w:t>nterpret</w:t>
            </w:r>
            <w:r>
              <w:t xml:space="preserve">ed </w:t>
            </w:r>
            <w:r w:rsidR="002E7B29">
              <w:t xml:space="preserve">and implemented </w:t>
            </w:r>
            <w:r>
              <w:t>crop</w:t>
            </w:r>
            <w:r w:rsidR="002E7B29">
              <w:t xml:space="preserve"> </w:t>
            </w:r>
            <w:r w:rsidR="00A813E2" w:rsidRPr="00443DAE">
              <w:t xml:space="preserve">production </w:t>
            </w:r>
            <w:r w:rsidR="002E7B29">
              <w:t xml:space="preserve">activities according to </w:t>
            </w:r>
            <w:r w:rsidR="00A813E2" w:rsidRPr="00443DAE">
              <w:t xml:space="preserve">plans, </w:t>
            </w:r>
            <w:r>
              <w:t xml:space="preserve">specifications, </w:t>
            </w:r>
            <w:r w:rsidR="002E7B29">
              <w:t>crop</w:t>
            </w:r>
            <w:r w:rsidR="002E7B29" w:rsidRPr="00443DAE">
              <w:t xml:space="preserve"> </w:t>
            </w:r>
            <w:r w:rsidR="002E7B29">
              <w:t xml:space="preserve">quality </w:t>
            </w:r>
            <w:r w:rsidR="00A813E2" w:rsidRPr="00443DAE">
              <w:t>standards and work procedure</w:t>
            </w:r>
            <w:r>
              <w:t>s</w:t>
            </w:r>
            <w:r w:rsidR="00A813E2" w:rsidRPr="00443DAE">
              <w:t xml:space="preserve"> </w:t>
            </w:r>
          </w:p>
          <w:p w14:paraId="35C6CF3B" w14:textId="379224A3" w:rsidR="00A813E2" w:rsidRPr="00443DAE" w:rsidRDefault="002E7B29" w:rsidP="00443DAE">
            <w:pPr>
              <w:pStyle w:val="SIBulletList1"/>
            </w:pPr>
            <w:r>
              <w:t xml:space="preserve">conducted accurate </w:t>
            </w:r>
            <w:r w:rsidR="00A813E2" w:rsidRPr="00443DAE">
              <w:t>measure</w:t>
            </w:r>
            <w:r>
              <w:t xml:space="preserve">ments for </w:t>
            </w:r>
            <w:r w:rsidR="00A813E2" w:rsidRPr="00443DAE">
              <w:t>materials</w:t>
            </w:r>
            <w:r w:rsidR="00C44D83">
              <w:t xml:space="preserve"> and site dimensions </w:t>
            </w:r>
          </w:p>
          <w:p w14:paraId="2708EB51" w14:textId="1D893F01" w:rsidR="00A813E2" w:rsidRDefault="002E7B29" w:rsidP="00443DAE">
            <w:pPr>
              <w:pStyle w:val="SIBulletList1"/>
            </w:pPr>
            <w:r w:rsidRPr="00443DAE">
              <w:t>adjust</w:t>
            </w:r>
            <w:r>
              <w:t>ed</w:t>
            </w:r>
            <w:r w:rsidR="00443DAE">
              <w:t xml:space="preserve">, </w:t>
            </w:r>
            <w:r w:rsidR="00A813E2" w:rsidRPr="00443DAE">
              <w:t>calibrate</w:t>
            </w:r>
            <w:r>
              <w:t>d</w:t>
            </w:r>
            <w:r w:rsidR="00A813E2" w:rsidRPr="00443DAE">
              <w:t xml:space="preserve"> </w:t>
            </w:r>
            <w:r>
              <w:t xml:space="preserve">and maintained </w:t>
            </w:r>
            <w:r w:rsidR="00A813E2" w:rsidRPr="00443DAE">
              <w:t xml:space="preserve">cultivation equipment </w:t>
            </w:r>
          </w:p>
          <w:p w14:paraId="1C3856F3" w14:textId="5FF0EC22" w:rsidR="00A813E2" w:rsidRPr="00443DAE" w:rsidRDefault="00443DAE" w:rsidP="00443DAE">
            <w:pPr>
              <w:pStyle w:val="SIBulletList1"/>
            </w:pPr>
            <w:r>
              <w:t xml:space="preserve">conducted </w:t>
            </w:r>
            <w:r w:rsidR="00A813E2" w:rsidRPr="00443DAE">
              <w:t>pre- and post-operational checks on tools, vehicles and equipment</w:t>
            </w:r>
          </w:p>
          <w:p w14:paraId="2F67D407" w14:textId="3094D3EC" w:rsidR="00A813E2" w:rsidRPr="00443DAE" w:rsidRDefault="002E7B29" w:rsidP="00443DAE">
            <w:pPr>
              <w:pStyle w:val="SIBulletList1"/>
            </w:pPr>
            <w:r>
              <w:t>used</w:t>
            </w:r>
            <w:r w:rsidR="00443DAE">
              <w:t xml:space="preserve"> tools, machinery and equipment safely incorporating </w:t>
            </w:r>
            <w:r w:rsidR="00A813E2" w:rsidRPr="00443DAE">
              <w:t>technology to improve efficiency</w:t>
            </w:r>
            <w:r>
              <w:t xml:space="preserve"> </w:t>
            </w:r>
            <w:r w:rsidR="00443DAE">
              <w:t>during</w:t>
            </w:r>
            <w:r>
              <w:t xml:space="preserve"> land preparation</w:t>
            </w:r>
          </w:p>
          <w:p w14:paraId="3F4E2EAA" w14:textId="1D458EE2" w:rsidR="00556C4C" w:rsidRPr="002E7B29" w:rsidRDefault="00A813E2" w:rsidP="00443DAE">
            <w:pPr>
              <w:pStyle w:val="SIBulletList1"/>
            </w:pPr>
            <w:r w:rsidRPr="00443DAE">
              <w:t>follow</w:t>
            </w:r>
            <w:r w:rsidR="00443DAE">
              <w:t>ed</w:t>
            </w:r>
            <w:r w:rsidRPr="00443DAE">
              <w:t xml:space="preserve"> </w:t>
            </w:r>
            <w:r w:rsidR="00443DAE">
              <w:t>workplace</w:t>
            </w:r>
            <w:r w:rsidR="00443DAE" w:rsidRPr="00443DAE">
              <w:t xml:space="preserve"> </w:t>
            </w:r>
            <w:r w:rsidRPr="00443DAE">
              <w:t>health and safety</w:t>
            </w:r>
            <w:r w:rsidR="00443DAE">
              <w:t xml:space="preserve">, </w:t>
            </w:r>
            <w:r w:rsidRPr="00443DAE">
              <w:t>biosecurity</w:t>
            </w:r>
            <w:r w:rsidR="00443DAE">
              <w:t xml:space="preserve"> and environmental p</w:t>
            </w:r>
            <w:r w:rsidRPr="00443DAE">
              <w:t>r</w:t>
            </w:r>
            <w:r w:rsidR="00443DAE">
              <w:t>ocedures and pr</w:t>
            </w:r>
            <w:r w:rsidRPr="00443DAE">
              <w:t>actices</w:t>
            </w:r>
            <w:r w:rsidR="00443DAE">
              <w:t>.</w:t>
            </w:r>
            <w:r w:rsidRPr="00443DAE">
              <w:t xml:space="preserve"> </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45139E5B" w14:textId="21BEDCF3" w:rsidR="00A813E2" w:rsidRPr="00A813E2" w:rsidRDefault="00AF2743" w:rsidP="00A813E2">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3B549384" w14:textId="7DF2CF41" w:rsidR="00733812" w:rsidRDefault="00733812" w:rsidP="00A813E2">
            <w:pPr>
              <w:pStyle w:val="SIBulletList1"/>
            </w:pPr>
            <w:r>
              <w:t>principles of soils preparation and effect on crop establishment including expected standards for different crop types</w:t>
            </w:r>
          </w:p>
          <w:p w14:paraId="7CB37E2E" w14:textId="10873AC3" w:rsidR="00A813E2" w:rsidRDefault="00A813E2" w:rsidP="00A813E2">
            <w:pPr>
              <w:pStyle w:val="SIBulletList1"/>
            </w:pPr>
            <w:r w:rsidRPr="00A813E2">
              <w:t>soil types</w:t>
            </w:r>
            <w:r w:rsidR="00443DAE">
              <w:t xml:space="preserve"> and impact and methods for cultivation</w:t>
            </w:r>
          </w:p>
          <w:p w14:paraId="2F5A1E46" w14:textId="4A00C816" w:rsidR="00443DAE" w:rsidRDefault="00A813E2" w:rsidP="00A813E2">
            <w:pPr>
              <w:pStyle w:val="SIBulletList1"/>
            </w:pPr>
            <w:r w:rsidRPr="00A813E2">
              <w:t xml:space="preserve">environmental issues of cultivating soil for planting, </w:t>
            </w:r>
            <w:r w:rsidR="00443DAE">
              <w:t>including:</w:t>
            </w:r>
          </w:p>
          <w:p w14:paraId="3D5EE4C5" w14:textId="1B08D567" w:rsidR="00443DAE" w:rsidRDefault="00A813E2" w:rsidP="00443DAE">
            <w:pPr>
              <w:pStyle w:val="SIBulletList2"/>
            </w:pPr>
            <w:r w:rsidRPr="00A813E2">
              <w:t>drainage and irrigation systems</w:t>
            </w:r>
          </w:p>
          <w:p w14:paraId="6D90DE6F" w14:textId="3CEF88FD" w:rsidR="00443DAE" w:rsidRDefault="00A813E2" w:rsidP="00443DAE">
            <w:pPr>
              <w:pStyle w:val="SIBulletList2"/>
            </w:pPr>
            <w:r w:rsidRPr="00A813E2">
              <w:t>soil amelioration</w:t>
            </w:r>
          </w:p>
          <w:p w14:paraId="0CFCA333" w14:textId="4C673112" w:rsidR="00A813E2" w:rsidRPr="005A18D2" w:rsidRDefault="00A813E2" w:rsidP="005A18D2">
            <w:pPr>
              <w:pStyle w:val="SIBulletList2"/>
            </w:pPr>
            <w:r w:rsidRPr="005A18D2">
              <w:t>waste disposal procedures</w:t>
            </w:r>
          </w:p>
          <w:p w14:paraId="245DCFED" w14:textId="0B746277" w:rsidR="006B7FA7" w:rsidRPr="00032B82" w:rsidRDefault="00443DAE" w:rsidP="005A18D2">
            <w:pPr>
              <w:pStyle w:val="SIBulletList2"/>
              <w:rPr>
                <w:rStyle w:val="SITemporaryText-blue"/>
                <w:color w:val="auto"/>
                <w:sz w:val="20"/>
              </w:rPr>
            </w:pPr>
            <w:r w:rsidRPr="00032B82">
              <w:rPr>
                <w:rStyle w:val="SITemporaryText-blue"/>
                <w:color w:val="auto"/>
                <w:sz w:val="20"/>
              </w:rPr>
              <w:t xml:space="preserve">disposal or incorporation of </w:t>
            </w:r>
            <w:r w:rsidR="006B7FA7" w:rsidRPr="00032B82">
              <w:rPr>
                <w:rStyle w:val="SITemporaryText-blue"/>
                <w:color w:val="auto"/>
                <w:sz w:val="20"/>
              </w:rPr>
              <w:t>old crops</w:t>
            </w:r>
          </w:p>
          <w:p w14:paraId="24B75C5D" w14:textId="2D46C14A" w:rsidR="00D868ED" w:rsidRPr="00032B82" w:rsidRDefault="00443DAE">
            <w:pPr>
              <w:pStyle w:val="SIBulletList2"/>
              <w:rPr>
                <w:rStyle w:val="SITemporaryText-blue"/>
                <w:color w:val="auto"/>
                <w:sz w:val="20"/>
              </w:rPr>
            </w:pPr>
            <w:r w:rsidRPr="00032B82">
              <w:rPr>
                <w:rStyle w:val="SITemporaryText-blue"/>
                <w:color w:val="auto"/>
                <w:sz w:val="20"/>
              </w:rPr>
              <w:t>land clearing</w:t>
            </w:r>
          </w:p>
          <w:p w14:paraId="03E69331" w14:textId="77777777" w:rsidR="00443DAE" w:rsidRPr="00443DAE" w:rsidRDefault="00443DAE" w:rsidP="00443DAE">
            <w:pPr>
              <w:pStyle w:val="SIBulletList1"/>
            </w:pPr>
            <w:r>
              <w:t xml:space="preserve">controlled traffic farming (CTF) principles and </w:t>
            </w:r>
            <w:r w:rsidRPr="00443DAE">
              <w:t>use of traffic lanes and impact on soil compaction, water availability, infiltration, plant growth and potential crop yield</w:t>
            </w:r>
          </w:p>
          <w:p w14:paraId="530D9200" w14:textId="77777777" w:rsidR="00A813E2" w:rsidRPr="00A813E2" w:rsidRDefault="00A813E2" w:rsidP="00A813E2">
            <w:pPr>
              <w:pStyle w:val="SIBulletList1"/>
            </w:pPr>
            <w:r w:rsidRPr="00A813E2">
              <w:t>a range of pre-planting treatments, their purpose and method of application</w:t>
            </w:r>
          </w:p>
          <w:p w14:paraId="4AA6E5DD" w14:textId="77777777" w:rsidR="00A813E2" w:rsidRPr="00A813E2" w:rsidRDefault="00A813E2" w:rsidP="00A813E2">
            <w:pPr>
              <w:pStyle w:val="SIBulletList1"/>
            </w:pPr>
            <w:r w:rsidRPr="00A813E2">
              <w:t>operation and maintenance of planting equipment</w:t>
            </w:r>
          </w:p>
          <w:p w14:paraId="10990D0B" w14:textId="2DD24D3E" w:rsidR="009C47AF" w:rsidRDefault="00A813E2" w:rsidP="00A813E2">
            <w:pPr>
              <w:pStyle w:val="SIBulletList1"/>
            </w:pPr>
            <w:r w:rsidRPr="00A813E2">
              <w:t xml:space="preserve">role of technology </w:t>
            </w:r>
            <w:r w:rsidR="009C47AF">
              <w:t>for</w:t>
            </w:r>
            <w:r w:rsidR="009C47AF" w:rsidRPr="00A813E2">
              <w:t xml:space="preserve"> </w:t>
            </w:r>
            <w:r w:rsidRPr="00A813E2">
              <w:t>improving efficienc</w:t>
            </w:r>
            <w:r w:rsidR="009C47AF">
              <w:t>ies including:</w:t>
            </w:r>
          </w:p>
          <w:p w14:paraId="4AFED5BD" w14:textId="66486FE6" w:rsidR="009C47AF" w:rsidRDefault="009C47AF" w:rsidP="00443DAE">
            <w:pPr>
              <w:pStyle w:val="SIBulletList2"/>
            </w:pPr>
            <w:r>
              <w:t>self-drive</w:t>
            </w:r>
          </w:p>
          <w:p w14:paraId="18321C97" w14:textId="4FBB1669" w:rsidR="009C47AF" w:rsidRDefault="009C47AF" w:rsidP="00443DAE">
            <w:pPr>
              <w:pStyle w:val="SIBulletList2"/>
            </w:pPr>
            <w:r>
              <w:t>global positioning systems (GPS)</w:t>
            </w:r>
          </w:p>
          <w:p w14:paraId="7FCD1D48" w14:textId="77EA04DC" w:rsidR="00A813E2" w:rsidRPr="00A813E2" w:rsidRDefault="009C47AF" w:rsidP="00443DAE">
            <w:pPr>
              <w:pStyle w:val="SIBulletList2"/>
            </w:pPr>
            <w:r>
              <w:t>laser technologies</w:t>
            </w:r>
          </w:p>
          <w:p w14:paraId="08B25696" w14:textId="67C954BF" w:rsidR="009C47AF" w:rsidRDefault="00A813E2" w:rsidP="00A813E2">
            <w:pPr>
              <w:pStyle w:val="SIBulletList1"/>
            </w:pPr>
            <w:r w:rsidRPr="00A813E2">
              <w:t>work health and safety</w:t>
            </w:r>
            <w:r w:rsidR="009C47AF">
              <w:t xml:space="preserve"> </w:t>
            </w:r>
            <w:r w:rsidRPr="00A813E2">
              <w:t>procedures and principles, including</w:t>
            </w:r>
            <w:r w:rsidR="009C47AF">
              <w:t>:</w:t>
            </w:r>
          </w:p>
          <w:p w14:paraId="105DD47D" w14:textId="31C501B9" w:rsidR="009C47AF" w:rsidRDefault="00A813E2" w:rsidP="00443DAE">
            <w:pPr>
              <w:pStyle w:val="SIBulletList2"/>
            </w:pPr>
            <w:r w:rsidRPr="00A813E2">
              <w:t>manual handling</w:t>
            </w:r>
          </w:p>
          <w:p w14:paraId="7AE956BA" w14:textId="6DDFE3FB" w:rsidR="00A813E2" w:rsidRDefault="00A813E2" w:rsidP="00443DAE">
            <w:pPr>
              <w:pStyle w:val="SIBulletList2"/>
            </w:pPr>
            <w:r w:rsidRPr="00A813E2">
              <w:t>exposure to hazardous substances</w:t>
            </w:r>
          </w:p>
          <w:p w14:paraId="09E21940" w14:textId="6A88AA65" w:rsidR="009C47AF" w:rsidRDefault="009C47AF" w:rsidP="00443DAE">
            <w:pPr>
              <w:pStyle w:val="SIBulletList2"/>
            </w:pPr>
            <w:r>
              <w:t>working safely around farm machinery</w:t>
            </w:r>
          </w:p>
          <w:p w14:paraId="5586BC05" w14:textId="17FDC820" w:rsidR="009C47AF" w:rsidRPr="00A813E2" w:rsidRDefault="009C47AF" w:rsidP="00443DAE">
            <w:pPr>
              <w:pStyle w:val="SIBulletList2"/>
            </w:pPr>
            <w:r>
              <w:t>fire risk and control strategies</w:t>
            </w:r>
          </w:p>
          <w:p w14:paraId="594042BC" w14:textId="413A02DA" w:rsidR="00F1480E" w:rsidRPr="000754EC" w:rsidRDefault="00A813E2">
            <w:pPr>
              <w:pStyle w:val="SIBulletList1"/>
            </w:pPr>
            <w:r w:rsidRPr="00A813E2">
              <w:t xml:space="preserve">enterprise biosecurity and </w:t>
            </w:r>
            <w:r w:rsidR="009C47AF">
              <w:t>environmental</w:t>
            </w:r>
            <w:r w:rsidR="009C47AF" w:rsidRPr="00A813E2">
              <w:t xml:space="preserve"> </w:t>
            </w:r>
            <w:r w:rsidRPr="00A813E2">
              <w:t>policies.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032B82" w:rsidRDefault="00DA54B5" w:rsidP="005A18D2">
            <w:pPr>
              <w:pStyle w:val="SIText"/>
            </w:pPr>
            <w:r w:rsidRPr="00032B82">
              <w:t xml:space="preserve">Assessment of the skills in this unit of competency must take place under the following conditions: </w:t>
            </w:r>
          </w:p>
          <w:p w14:paraId="4E5156B7" w14:textId="77777777" w:rsidR="00C72DA4" w:rsidRPr="00C72DA4" w:rsidRDefault="00C72DA4" w:rsidP="00032B82">
            <w:pPr>
              <w:pStyle w:val="SIBulletList1"/>
            </w:pPr>
            <w:r w:rsidRPr="00C72DA4">
              <w:t>physical conditions:</w:t>
            </w:r>
          </w:p>
          <w:p w14:paraId="21789BD9" w14:textId="7C4D4956" w:rsidR="00C72DA4" w:rsidRPr="00C72DA4" w:rsidRDefault="00C72DA4" w:rsidP="00032B82">
            <w:pPr>
              <w:pStyle w:val="SIBulletList2"/>
            </w:pPr>
            <w:r w:rsidRPr="00C72DA4">
              <w:t>skills must be demonstrated on a farm or an environment that accurately represents workplace conditions</w:t>
            </w:r>
          </w:p>
          <w:p w14:paraId="2AFFA6DB" w14:textId="77777777" w:rsidR="00C72DA4" w:rsidRPr="00C72DA4" w:rsidRDefault="00C72DA4" w:rsidP="00032B82">
            <w:pPr>
              <w:pStyle w:val="SIBulletList1"/>
            </w:pPr>
            <w:r w:rsidRPr="00C72DA4">
              <w:t>resources, equipment and materials:</w:t>
            </w:r>
          </w:p>
          <w:p w14:paraId="2CB0DCED" w14:textId="70B0E49E" w:rsidR="00C72DA4" w:rsidRPr="00C72DA4" w:rsidRDefault="00C72DA4" w:rsidP="00032B82">
            <w:pPr>
              <w:pStyle w:val="SIBulletList2"/>
            </w:pPr>
            <w:r>
              <w:t>use of site preparation tools, machinery and equipment</w:t>
            </w:r>
          </w:p>
          <w:p w14:paraId="181840E0" w14:textId="083EEA58" w:rsidR="00C72DA4" w:rsidRPr="00C72DA4" w:rsidRDefault="00C72DA4" w:rsidP="00032B82">
            <w:pPr>
              <w:pStyle w:val="SIBulletList2"/>
            </w:pPr>
            <w:r>
              <w:t>use of fertilisers, ameliorants and treatments</w:t>
            </w:r>
          </w:p>
          <w:p w14:paraId="2FB685FC" w14:textId="109C2180" w:rsidR="00C72DA4" w:rsidRPr="00C72DA4" w:rsidRDefault="00C72DA4" w:rsidP="00032B82">
            <w:pPr>
              <w:pStyle w:val="SIBulletList2"/>
            </w:pPr>
            <w:r w:rsidRPr="00C72DA4">
              <w:t>use of personal protective equipment</w:t>
            </w:r>
          </w:p>
          <w:p w14:paraId="6A2844C0" w14:textId="77777777" w:rsidR="00C72DA4" w:rsidRPr="00C72DA4" w:rsidRDefault="00C72DA4" w:rsidP="00032B82">
            <w:pPr>
              <w:pStyle w:val="SIBulletList1"/>
            </w:pPr>
            <w:r w:rsidRPr="00C72DA4">
              <w:t>specifications:</w:t>
            </w:r>
          </w:p>
          <w:p w14:paraId="25E26FFD" w14:textId="443B7DB8" w:rsidR="00C72DA4" w:rsidRPr="00C72DA4" w:rsidRDefault="00C72DA4" w:rsidP="00032B82">
            <w:pPr>
              <w:pStyle w:val="SIBulletList2"/>
            </w:pPr>
            <w:r w:rsidRPr="00C72DA4">
              <w:t>use of workplace</w:t>
            </w:r>
            <w:r>
              <w:t xml:space="preserve"> </w:t>
            </w:r>
            <w:r w:rsidRPr="00C72DA4">
              <w:t>policies</w:t>
            </w:r>
            <w:r>
              <w:t xml:space="preserve"> and procedures</w:t>
            </w:r>
          </w:p>
          <w:p w14:paraId="7AEF0882" w14:textId="32069803" w:rsidR="00C72DA4" w:rsidRPr="00C72DA4" w:rsidRDefault="00C72DA4" w:rsidP="00032B82">
            <w:pPr>
              <w:pStyle w:val="SIBulletList2"/>
            </w:pPr>
            <w:r w:rsidRPr="00C72DA4">
              <w:t xml:space="preserve">use of manufacturer operating instructions for </w:t>
            </w:r>
            <w:r>
              <w:t>tools, equipment and</w:t>
            </w:r>
            <w:r w:rsidRPr="00C72DA4">
              <w:t xml:space="preserve"> machinery</w:t>
            </w:r>
          </w:p>
          <w:p w14:paraId="3F266DFE" w14:textId="30DBC163" w:rsidR="00C72DA4" w:rsidRPr="00C72DA4" w:rsidRDefault="00C72DA4" w:rsidP="00032B82">
            <w:pPr>
              <w:pStyle w:val="SIBulletList2"/>
            </w:pPr>
            <w:r w:rsidRPr="00C72DA4">
              <w:t>use of workplace</w:t>
            </w:r>
            <w:r>
              <w:t xml:space="preserve"> plans and specifications</w:t>
            </w:r>
          </w:p>
          <w:p w14:paraId="3DE0592A" w14:textId="77777777" w:rsidR="00DA54B5" w:rsidRPr="00032B82" w:rsidRDefault="00DA54B5">
            <w:pPr>
              <w:pStyle w:val="SIText"/>
            </w:pPr>
          </w:p>
          <w:p w14:paraId="408F0CDB" w14:textId="229774D1" w:rsidR="00DA54B5" w:rsidRPr="00480FB4" w:rsidRDefault="00DA54B5">
            <w:pPr>
              <w:pStyle w:val="SIText"/>
              <w:rPr>
                <w:rFonts w:eastAsia="Calibri"/>
              </w:rPr>
            </w:pPr>
            <w:r w:rsidRPr="00032B82">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CF15C2" w:rsidP="000754EC">
            <w:pPr>
              <w:pStyle w:val="SIText"/>
            </w:pPr>
            <w:hyperlink r:id="rId16"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7"/>
      <w:footerReference w:type="defaul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4T10:36:00Z" w:initials="RB">
    <w:p w14:paraId="5A8323E6" w14:textId="3CB72D25" w:rsidR="00443DAE" w:rsidRDefault="00443DAE">
      <w:r>
        <w:annotationRef/>
      </w:r>
      <w:r>
        <w:t>Is this acceptable</w:t>
      </w:r>
      <w:r w:rsidR="00480FB4">
        <w:t>?</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8323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8323E6" w16cid:durableId="23B2E7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0852" w14:textId="77777777" w:rsidR="00CF15C2" w:rsidRDefault="00CF15C2" w:rsidP="00BF3F0A">
      <w:r>
        <w:separator/>
      </w:r>
    </w:p>
    <w:p w14:paraId="2C5A2900" w14:textId="77777777" w:rsidR="00CF15C2" w:rsidRDefault="00CF15C2"/>
  </w:endnote>
  <w:endnote w:type="continuationSeparator" w:id="0">
    <w:p w14:paraId="5111904B" w14:textId="77777777" w:rsidR="00CF15C2" w:rsidRDefault="00CF15C2" w:rsidP="00BF3F0A">
      <w:r>
        <w:continuationSeparator/>
      </w:r>
    </w:p>
    <w:p w14:paraId="29D9771F" w14:textId="77777777" w:rsidR="00CF15C2" w:rsidRDefault="00CF15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32B82">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6DB93" w14:textId="77777777" w:rsidR="00CF15C2" w:rsidRDefault="00CF15C2" w:rsidP="00BF3F0A">
      <w:r>
        <w:separator/>
      </w:r>
    </w:p>
    <w:p w14:paraId="14329329" w14:textId="77777777" w:rsidR="00CF15C2" w:rsidRDefault="00CF15C2"/>
  </w:footnote>
  <w:footnote w:type="continuationSeparator" w:id="0">
    <w:p w14:paraId="1EBE147A" w14:textId="77777777" w:rsidR="00CF15C2" w:rsidRDefault="00CF15C2" w:rsidP="00BF3F0A">
      <w:r>
        <w:continuationSeparator/>
      </w:r>
    </w:p>
    <w:p w14:paraId="7D244530" w14:textId="77777777" w:rsidR="00CF15C2" w:rsidRDefault="00CF15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50690197" w:rsidR="009C2650" w:rsidRPr="00A813E2" w:rsidRDefault="00A813E2" w:rsidP="00A813E2">
    <w:r w:rsidRPr="00A813E2">
      <w:rPr>
        <w:lang w:eastAsia="en-US"/>
      </w:rPr>
      <w:t>AHCBAC305 Undertake preparation of land for agricultural crop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2977"/>
    <w:rsid w:val="00005A15"/>
    <w:rsid w:val="00006AAB"/>
    <w:rsid w:val="0001108F"/>
    <w:rsid w:val="000115E2"/>
    <w:rsid w:val="000126D0"/>
    <w:rsid w:val="0001296A"/>
    <w:rsid w:val="00016803"/>
    <w:rsid w:val="00023992"/>
    <w:rsid w:val="000275AE"/>
    <w:rsid w:val="00032B82"/>
    <w:rsid w:val="00041E59"/>
    <w:rsid w:val="00064BFE"/>
    <w:rsid w:val="00070B3E"/>
    <w:rsid w:val="00071F95"/>
    <w:rsid w:val="000737BB"/>
    <w:rsid w:val="000748F0"/>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1561"/>
    <w:rsid w:val="001A6A3E"/>
    <w:rsid w:val="001A7B6D"/>
    <w:rsid w:val="001B34D5"/>
    <w:rsid w:val="001B513A"/>
    <w:rsid w:val="001C0A75"/>
    <w:rsid w:val="001C1306"/>
    <w:rsid w:val="001C4FEF"/>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5930"/>
    <w:rsid w:val="002A6CC4"/>
    <w:rsid w:val="002A7D2A"/>
    <w:rsid w:val="002C55E9"/>
    <w:rsid w:val="002D0C8B"/>
    <w:rsid w:val="002D330A"/>
    <w:rsid w:val="002E170C"/>
    <w:rsid w:val="002E193E"/>
    <w:rsid w:val="002E7B29"/>
    <w:rsid w:val="00303263"/>
    <w:rsid w:val="00305EFF"/>
    <w:rsid w:val="00310A6A"/>
    <w:rsid w:val="003144E6"/>
    <w:rsid w:val="00337E82"/>
    <w:rsid w:val="00346FDC"/>
    <w:rsid w:val="00350BB1"/>
    <w:rsid w:val="00352C83"/>
    <w:rsid w:val="00366805"/>
    <w:rsid w:val="0037067D"/>
    <w:rsid w:val="00372445"/>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E72B6"/>
    <w:rsid w:val="003E7BBE"/>
    <w:rsid w:val="004127E3"/>
    <w:rsid w:val="0043212E"/>
    <w:rsid w:val="00434366"/>
    <w:rsid w:val="00434ECE"/>
    <w:rsid w:val="00443DAE"/>
    <w:rsid w:val="00444423"/>
    <w:rsid w:val="00452F3E"/>
    <w:rsid w:val="0046239A"/>
    <w:rsid w:val="004640AE"/>
    <w:rsid w:val="004679E3"/>
    <w:rsid w:val="00475172"/>
    <w:rsid w:val="004758B0"/>
    <w:rsid w:val="00480FB4"/>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77A4"/>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A18D2"/>
    <w:rsid w:val="005A1D70"/>
    <w:rsid w:val="005A3AA5"/>
    <w:rsid w:val="005A6C9C"/>
    <w:rsid w:val="005A74DC"/>
    <w:rsid w:val="005B5146"/>
    <w:rsid w:val="005B749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2D0D"/>
    <w:rsid w:val="00686A49"/>
    <w:rsid w:val="00687B62"/>
    <w:rsid w:val="00690C44"/>
    <w:rsid w:val="00695BC8"/>
    <w:rsid w:val="006969D9"/>
    <w:rsid w:val="006A1E43"/>
    <w:rsid w:val="006A2B68"/>
    <w:rsid w:val="006B7FA7"/>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3812"/>
    <w:rsid w:val="0073404B"/>
    <w:rsid w:val="007341FF"/>
    <w:rsid w:val="007404E9"/>
    <w:rsid w:val="007444CF"/>
    <w:rsid w:val="00752C75"/>
    <w:rsid w:val="00756458"/>
    <w:rsid w:val="00757005"/>
    <w:rsid w:val="00761DBE"/>
    <w:rsid w:val="0076523B"/>
    <w:rsid w:val="00771B60"/>
    <w:rsid w:val="0077207D"/>
    <w:rsid w:val="00781D77"/>
    <w:rsid w:val="00783549"/>
    <w:rsid w:val="007860B7"/>
    <w:rsid w:val="00786DC8"/>
    <w:rsid w:val="007A300D"/>
    <w:rsid w:val="007D3780"/>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0DF"/>
    <w:rsid w:val="00850243"/>
    <w:rsid w:val="00851BE5"/>
    <w:rsid w:val="008545EB"/>
    <w:rsid w:val="00865011"/>
    <w:rsid w:val="00886790"/>
    <w:rsid w:val="008908DE"/>
    <w:rsid w:val="008A12ED"/>
    <w:rsid w:val="008A39D3"/>
    <w:rsid w:val="008B2C77"/>
    <w:rsid w:val="008B4AD2"/>
    <w:rsid w:val="008B7138"/>
    <w:rsid w:val="008D73D7"/>
    <w:rsid w:val="008E260C"/>
    <w:rsid w:val="008E39BE"/>
    <w:rsid w:val="008E62EC"/>
    <w:rsid w:val="008F32F6"/>
    <w:rsid w:val="00916CD7"/>
    <w:rsid w:val="00920927"/>
    <w:rsid w:val="00921B38"/>
    <w:rsid w:val="00923720"/>
    <w:rsid w:val="009278C9"/>
    <w:rsid w:val="00932CD7"/>
    <w:rsid w:val="009410B1"/>
    <w:rsid w:val="00944C09"/>
    <w:rsid w:val="009527CB"/>
    <w:rsid w:val="00953835"/>
    <w:rsid w:val="00960F6C"/>
    <w:rsid w:val="00970747"/>
    <w:rsid w:val="00981203"/>
    <w:rsid w:val="0099447C"/>
    <w:rsid w:val="00997BFC"/>
    <w:rsid w:val="009A5900"/>
    <w:rsid w:val="009A6E6C"/>
    <w:rsid w:val="009A6F3F"/>
    <w:rsid w:val="009A71BE"/>
    <w:rsid w:val="009B331A"/>
    <w:rsid w:val="009C2650"/>
    <w:rsid w:val="009C47AF"/>
    <w:rsid w:val="009D15E2"/>
    <w:rsid w:val="009D15FE"/>
    <w:rsid w:val="009D5D2C"/>
    <w:rsid w:val="009F0DCC"/>
    <w:rsid w:val="009F11CA"/>
    <w:rsid w:val="009F5AAB"/>
    <w:rsid w:val="00A0695B"/>
    <w:rsid w:val="00A13052"/>
    <w:rsid w:val="00A174F4"/>
    <w:rsid w:val="00A216A8"/>
    <w:rsid w:val="00A223A6"/>
    <w:rsid w:val="00A3420C"/>
    <w:rsid w:val="00A3639E"/>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0227"/>
    <w:rsid w:val="00AF2743"/>
    <w:rsid w:val="00AF3957"/>
    <w:rsid w:val="00B0712C"/>
    <w:rsid w:val="00B12013"/>
    <w:rsid w:val="00B22C67"/>
    <w:rsid w:val="00B3508F"/>
    <w:rsid w:val="00B421AC"/>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D3B0F"/>
    <w:rsid w:val="00BE5889"/>
    <w:rsid w:val="00BF1D4C"/>
    <w:rsid w:val="00BF3F0A"/>
    <w:rsid w:val="00C143C3"/>
    <w:rsid w:val="00C1739B"/>
    <w:rsid w:val="00C21ADE"/>
    <w:rsid w:val="00C26067"/>
    <w:rsid w:val="00C30A29"/>
    <w:rsid w:val="00C317DC"/>
    <w:rsid w:val="00C326B7"/>
    <w:rsid w:val="00C44D83"/>
    <w:rsid w:val="00C5347E"/>
    <w:rsid w:val="00C578E9"/>
    <w:rsid w:val="00C70626"/>
    <w:rsid w:val="00C72860"/>
    <w:rsid w:val="00C72DA4"/>
    <w:rsid w:val="00C73582"/>
    <w:rsid w:val="00C73B90"/>
    <w:rsid w:val="00C742EC"/>
    <w:rsid w:val="00C951FC"/>
    <w:rsid w:val="00C96AF3"/>
    <w:rsid w:val="00C97CCC"/>
    <w:rsid w:val="00CA0274"/>
    <w:rsid w:val="00CA139A"/>
    <w:rsid w:val="00CB746F"/>
    <w:rsid w:val="00CC451E"/>
    <w:rsid w:val="00CD4E9D"/>
    <w:rsid w:val="00CD4F4D"/>
    <w:rsid w:val="00CE7D19"/>
    <w:rsid w:val="00CF0CF5"/>
    <w:rsid w:val="00CF15C2"/>
    <w:rsid w:val="00CF2B3E"/>
    <w:rsid w:val="00CF413F"/>
    <w:rsid w:val="00D0201F"/>
    <w:rsid w:val="00D03685"/>
    <w:rsid w:val="00D0551A"/>
    <w:rsid w:val="00D07D4E"/>
    <w:rsid w:val="00D115AA"/>
    <w:rsid w:val="00D145BE"/>
    <w:rsid w:val="00D2035A"/>
    <w:rsid w:val="00D20C57"/>
    <w:rsid w:val="00D25D16"/>
    <w:rsid w:val="00D32124"/>
    <w:rsid w:val="00D54C76"/>
    <w:rsid w:val="00D632BB"/>
    <w:rsid w:val="00D71E43"/>
    <w:rsid w:val="00D727F3"/>
    <w:rsid w:val="00D73695"/>
    <w:rsid w:val="00D810DE"/>
    <w:rsid w:val="00D82057"/>
    <w:rsid w:val="00D868ED"/>
    <w:rsid w:val="00D87D32"/>
    <w:rsid w:val="00D91188"/>
    <w:rsid w:val="00D92C83"/>
    <w:rsid w:val="00DA0A81"/>
    <w:rsid w:val="00DA3C10"/>
    <w:rsid w:val="00DA53B5"/>
    <w:rsid w:val="00DA54B5"/>
    <w:rsid w:val="00DC1D69"/>
    <w:rsid w:val="00DC5A3A"/>
    <w:rsid w:val="00DD0726"/>
    <w:rsid w:val="00DF38CA"/>
    <w:rsid w:val="00E238E6"/>
    <w:rsid w:val="00E34CD8"/>
    <w:rsid w:val="00E35064"/>
    <w:rsid w:val="00E3681D"/>
    <w:rsid w:val="00E40225"/>
    <w:rsid w:val="00E501F0"/>
    <w:rsid w:val="00E6166D"/>
    <w:rsid w:val="00E91BFF"/>
    <w:rsid w:val="00E92933"/>
    <w:rsid w:val="00E933B0"/>
    <w:rsid w:val="00E94FAD"/>
    <w:rsid w:val="00E95498"/>
    <w:rsid w:val="00EB0AA4"/>
    <w:rsid w:val="00EB457A"/>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A4497"/>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tnet.gov.au/Pages/TrainingDocs.aspx?q=c6399549-9c62-4a5e-bf1a-524b2322cf72"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saurus.yourdictionary.com/discrepancy"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4D898BD-2B11-4350-8AD2-A19597DCA0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F4D6FC-36E0-480E-8402-E14AE1116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448</TotalTime>
  <Pages>4</Pages>
  <Words>1164</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39</cp:revision>
  <cp:lastPrinted>2016-05-27T05:21:00Z</cp:lastPrinted>
  <dcterms:created xsi:type="dcterms:W3CDTF">2020-08-25T06:08:00Z</dcterms:created>
  <dcterms:modified xsi:type="dcterms:W3CDTF">2021-01-20T06:32:00Z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